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97451" w14:textId="59B205BE" w:rsidR="00463F67" w:rsidRDefault="00A01CE9" w:rsidP="00463F67">
      <w:pPr>
        <w:pStyle w:val="Title"/>
      </w:pPr>
      <w:sdt>
        <w:sdtPr>
          <w:alias w:val="Title"/>
          <w:tag w:val=""/>
          <w:id w:val="1062761741"/>
          <w:placeholder>
            <w:docPart w:val="A66B9AFA6E504C97B8567FB2EE9B39F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92BFD" w:rsidRPr="00092BFD">
            <w:t>Form TC07B – Part 142 listed contracted training and checking organisation record</w:t>
          </w:r>
        </w:sdtContent>
      </w:sdt>
    </w:p>
    <w:tbl>
      <w:tblPr>
        <w:tblStyle w:val="SD-MOStable"/>
        <w:tblW w:w="9634" w:type="dxa"/>
        <w:tblLook w:val="0620" w:firstRow="1" w:lastRow="0" w:firstColumn="0" w:lastColumn="0" w:noHBand="1" w:noVBand="1"/>
      </w:tblPr>
      <w:tblGrid>
        <w:gridCol w:w="2658"/>
        <w:gridCol w:w="1165"/>
        <w:gridCol w:w="2675"/>
        <w:gridCol w:w="1568"/>
        <w:gridCol w:w="1568"/>
      </w:tblGrid>
      <w:tr w:rsidR="00816F2C" w:rsidRPr="00F86B35" w14:paraId="5F014C96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tcW w:w="2658" w:type="dxa"/>
          </w:tcPr>
          <w:p w14:paraId="4C964346" w14:textId="77777777" w:rsidR="00816F2C" w:rsidRPr="006D7FDE" w:rsidRDefault="00816F2C" w:rsidP="00F3353D">
            <w:r w:rsidRPr="00F86B35">
              <w:t>Part 142 organisation</w:t>
            </w:r>
          </w:p>
        </w:tc>
        <w:tc>
          <w:tcPr>
            <w:tcW w:w="1165" w:type="dxa"/>
          </w:tcPr>
          <w:p w14:paraId="3B9FB550" w14:textId="77777777" w:rsidR="00816F2C" w:rsidRPr="006D7FDE" w:rsidRDefault="00816F2C" w:rsidP="00F3353D">
            <w:r w:rsidRPr="00F86B35">
              <w:t>ARN</w:t>
            </w:r>
          </w:p>
        </w:tc>
        <w:tc>
          <w:tcPr>
            <w:tcW w:w="2675" w:type="dxa"/>
          </w:tcPr>
          <w:p w14:paraId="78FB9294" w14:textId="77777777" w:rsidR="00816F2C" w:rsidRPr="006D7FDE" w:rsidRDefault="00816F2C" w:rsidP="00F3353D">
            <w:r w:rsidRPr="00F86B35">
              <w:t>Training and checking events authorised</w:t>
            </w:r>
          </w:p>
        </w:tc>
        <w:tc>
          <w:tcPr>
            <w:tcW w:w="1568" w:type="dxa"/>
          </w:tcPr>
          <w:p w14:paraId="663333C5" w14:textId="77777777" w:rsidR="00816F2C" w:rsidRPr="006D7FDE" w:rsidRDefault="00816F2C" w:rsidP="00F3353D">
            <w:r w:rsidRPr="00F86B35">
              <w:t>HOTC acceptance</w:t>
            </w:r>
          </w:p>
        </w:tc>
        <w:tc>
          <w:tcPr>
            <w:tcW w:w="1568" w:type="dxa"/>
          </w:tcPr>
          <w:p w14:paraId="5555FE15" w14:textId="77777777" w:rsidR="00816F2C" w:rsidRPr="006D7FDE" w:rsidRDefault="00816F2C" w:rsidP="00F3353D">
            <w:r w:rsidRPr="00F86B35">
              <w:t>Audit date</w:t>
            </w:r>
          </w:p>
        </w:tc>
      </w:tr>
      <w:tr w:rsidR="00816F2C" w:rsidRPr="00916430" w14:paraId="4DB60987" w14:textId="77777777" w:rsidTr="00F3353D">
        <w:trPr>
          <w:trHeight w:val="25"/>
        </w:trPr>
        <w:tc>
          <w:tcPr>
            <w:tcW w:w="2658" w:type="dxa"/>
          </w:tcPr>
          <w:p w14:paraId="4FE3F1FB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76C6FBB4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4AB31A3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540139C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4E131915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45E6D895" w14:textId="77777777" w:rsidTr="00F3353D">
        <w:trPr>
          <w:trHeight w:val="25"/>
        </w:trPr>
        <w:tc>
          <w:tcPr>
            <w:tcW w:w="2658" w:type="dxa"/>
          </w:tcPr>
          <w:p w14:paraId="5B98642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0046D30F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381BA457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177C78C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1D32EE26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0F05ECDF" w14:textId="77777777" w:rsidTr="00F3353D">
        <w:trPr>
          <w:trHeight w:val="25"/>
        </w:trPr>
        <w:tc>
          <w:tcPr>
            <w:tcW w:w="2658" w:type="dxa"/>
          </w:tcPr>
          <w:p w14:paraId="440FAF7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28CBFC58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349C7CB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7269033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41AC6E07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4680A000" w14:textId="77777777" w:rsidTr="00F3353D">
        <w:trPr>
          <w:trHeight w:val="25"/>
        </w:trPr>
        <w:tc>
          <w:tcPr>
            <w:tcW w:w="2658" w:type="dxa"/>
          </w:tcPr>
          <w:p w14:paraId="715CD0D2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10C3EFC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47D20633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5F449DC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664DD09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0995710B" w14:textId="77777777" w:rsidTr="00F3353D">
        <w:trPr>
          <w:trHeight w:val="25"/>
        </w:trPr>
        <w:tc>
          <w:tcPr>
            <w:tcW w:w="2658" w:type="dxa"/>
          </w:tcPr>
          <w:p w14:paraId="4F86F1E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06FACC7D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5E83994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799BDF4E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BD29B1C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44254BDB" w14:textId="77777777" w:rsidTr="00F3353D">
        <w:trPr>
          <w:trHeight w:val="25"/>
        </w:trPr>
        <w:tc>
          <w:tcPr>
            <w:tcW w:w="2658" w:type="dxa"/>
          </w:tcPr>
          <w:p w14:paraId="451E6DD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3B67B4F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1495E02A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54C577D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369318A5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5B06AEEE" w14:textId="77777777" w:rsidTr="00F3353D">
        <w:trPr>
          <w:trHeight w:val="25"/>
        </w:trPr>
        <w:tc>
          <w:tcPr>
            <w:tcW w:w="2658" w:type="dxa"/>
          </w:tcPr>
          <w:p w14:paraId="65DBE932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408E1EC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274046B6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7E57C59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9E04011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1D15D105" w14:textId="77777777" w:rsidTr="00F3353D">
        <w:trPr>
          <w:trHeight w:val="25"/>
        </w:trPr>
        <w:tc>
          <w:tcPr>
            <w:tcW w:w="2658" w:type="dxa"/>
          </w:tcPr>
          <w:p w14:paraId="2A71C9BD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6A551300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5CC6E1CE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54D190DF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06AFB094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68EE96D6" w14:textId="77777777" w:rsidTr="00F3353D">
        <w:trPr>
          <w:trHeight w:val="25"/>
        </w:trPr>
        <w:tc>
          <w:tcPr>
            <w:tcW w:w="2658" w:type="dxa"/>
          </w:tcPr>
          <w:p w14:paraId="6900699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4FDF5EE2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4747D134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29318E36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D296AAE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0FEE93D9" w14:textId="77777777" w:rsidTr="00F3353D">
        <w:trPr>
          <w:trHeight w:val="25"/>
        </w:trPr>
        <w:tc>
          <w:tcPr>
            <w:tcW w:w="2658" w:type="dxa"/>
          </w:tcPr>
          <w:p w14:paraId="241D72E0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18CCBAC4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0125BE4F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20028CA8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1CDAC61A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5E2F47D5" w14:textId="77777777" w:rsidTr="00F3353D">
        <w:trPr>
          <w:trHeight w:val="25"/>
        </w:trPr>
        <w:tc>
          <w:tcPr>
            <w:tcW w:w="2658" w:type="dxa"/>
          </w:tcPr>
          <w:p w14:paraId="4EAAB719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063F1250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3CAE4926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05391897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7A710DE7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6E7A478F" w14:textId="77777777" w:rsidTr="00F3353D">
        <w:trPr>
          <w:trHeight w:val="25"/>
        </w:trPr>
        <w:tc>
          <w:tcPr>
            <w:tcW w:w="2658" w:type="dxa"/>
          </w:tcPr>
          <w:p w14:paraId="56E3AC64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77595563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392DA7B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27889903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3E62C708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5B0B5746" w14:textId="77777777" w:rsidTr="00F3353D">
        <w:trPr>
          <w:trHeight w:val="25"/>
        </w:trPr>
        <w:tc>
          <w:tcPr>
            <w:tcW w:w="2658" w:type="dxa"/>
          </w:tcPr>
          <w:p w14:paraId="641827FE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0DC31C9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112D3E47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0FBAE6B7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1031A172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42F83F58" w14:textId="77777777" w:rsidTr="00F3353D">
        <w:trPr>
          <w:trHeight w:val="25"/>
        </w:trPr>
        <w:tc>
          <w:tcPr>
            <w:tcW w:w="2658" w:type="dxa"/>
          </w:tcPr>
          <w:p w14:paraId="5D1FEF7F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2D33B786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34146819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0DEA4773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FC3BB60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234FA84F" w14:textId="77777777" w:rsidTr="00F3353D">
        <w:trPr>
          <w:trHeight w:val="25"/>
        </w:trPr>
        <w:tc>
          <w:tcPr>
            <w:tcW w:w="2658" w:type="dxa"/>
          </w:tcPr>
          <w:p w14:paraId="48A2FB58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2F9139C8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71628D30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CCF5AFA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9E2226D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7AD7C230" w14:textId="77777777" w:rsidTr="00F3353D">
        <w:trPr>
          <w:trHeight w:val="25"/>
        </w:trPr>
        <w:tc>
          <w:tcPr>
            <w:tcW w:w="2658" w:type="dxa"/>
          </w:tcPr>
          <w:p w14:paraId="41F8AA14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7BA190C3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003B7E5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056A2F2A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55A01F25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46D7311D" w14:textId="77777777" w:rsidTr="00F3353D">
        <w:trPr>
          <w:trHeight w:val="25"/>
        </w:trPr>
        <w:tc>
          <w:tcPr>
            <w:tcW w:w="2658" w:type="dxa"/>
          </w:tcPr>
          <w:p w14:paraId="4241AD23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6C9C01B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37FB8A53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47F663E6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52634EE9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21400D01" w14:textId="77777777" w:rsidTr="00F3353D">
        <w:trPr>
          <w:trHeight w:val="25"/>
        </w:trPr>
        <w:tc>
          <w:tcPr>
            <w:tcW w:w="2658" w:type="dxa"/>
          </w:tcPr>
          <w:p w14:paraId="4883F1A9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08DACF38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4D4C3D42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00D6E360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4EDD778C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284E61BE" w14:textId="77777777" w:rsidTr="00F3353D">
        <w:trPr>
          <w:trHeight w:val="25"/>
        </w:trPr>
        <w:tc>
          <w:tcPr>
            <w:tcW w:w="2658" w:type="dxa"/>
          </w:tcPr>
          <w:p w14:paraId="313FA7D2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7215EF90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4E94641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2DCFCAA6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179E206B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4A956835" w14:textId="77777777" w:rsidTr="00F3353D">
        <w:trPr>
          <w:trHeight w:val="25"/>
        </w:trPr>
        <w:tc>
          <w:tcPr>
            <w:tcW w:w="2658" w:type="dxa"/>
          </w:tcPr>
          <w:p w14:paraId="62088AB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7CBD8BE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0EAC1FF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7C5214E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73F9A0A9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7F321760" w14:textId="77777777" w:rsidTr="00F3353D">
        <w:trPr>
          <w:trHeight w:val="25"/>
        </w:trPr>
        <w:tc>
          <w:tcPr>
            <w:tcW w:w="2658" w:type="dxa"/>
          </w:tcPr>
          <w:p w14:paraId="60CB99F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7DDF457D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7979D0A8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5146ADC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1F865330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7FFE0118" w14:textId="77777777" w:rsidTr="00F3353D">
        <w:trPr>
          <w:trHeight w:val="25"/>
        </w:trPr>
        <w:tc>
          <w:tcPr>
            <w:tcW w:w="2658" w:type="dxa"/>
          </w:tcPr>
          <w:p w14:paraId="3FB7ADE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0496F2F3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2DF3161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1A2501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2AE72187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57ADF374" w14:textId="77777777" w:rsidTr="00F3353D">
        <w:trPr>
          <w:trHeight w:val="25"/>
        </w:trPr>
        <w:tc>
          <w:tcPr>
            <w:tcW w:w="2658" w:type="dxa"/>
          </w:tcPr>
          <w:p w14:paraId="4E7CF9BE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2B85C9F6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46A1B756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45033755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276E9099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230EC7A8" w14:textId="77777777" w:rsidTr="00F3353D">
        <w:trPr>
          <w:trHeight w:val="25"/>
        </w:trPr>
        <w:tc>
          <w:tcPr>
            <w:tcW w:w="2658" w:type="dxa"/>
          </w:tcPr>
          <w:p w14:paraId="476199FC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065D2128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3DCDAF62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16CE10C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7A6580E5" w14:textId="77777777" w:rsidR="00816F2C" w:rsidRPr="00916430" w:rsidRDefault="00816F2C" w:rsidP="00F3353D">
            <w:pPr>
              <w:pStyle w:val="Tabletext"/>
            </w:pPr>
          </w:p>
        </w:tc>
      </w:tr>
      <w:tr w:rsidR="00816F2C" w:rsidRPr="00916430" w14:paraId="31767616" w14:textId="77777777" w:rsidTr="00F3353D">
        <w:trPr>
          <w:trHeight w:val="25"/>
        </w:trPr>
        <w:tc>
          <w:tcPr>
            <w:tcW w:w="2658" w:type="dxa"/>
          </w:tcPr>
          <w:p w14:paraId="090E3241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165" w:type="dxa"/>
          </w:tcPr>
          <w:p w14:paraId="00AAA043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2675" w:type="dxa"/>
          </w:tcPr>
          <w:p w14:paraId="2CD2EA1B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326BD764" w14:textId="77777777" w:rsidR="00816F2C" w:rsidRPr="00916430" w:rsidRDefault="00816F2C" w:rsidP="00F3353D">
            <w:pPr>
              <w:pStyle w:val="Tabletext"/>
            </w:pPr>
          </w:p>
        </w:tc>
        <w:tc>
          <w:tcPr>
            <w:tcW w:w="1568" w:type="dxa"/>
          </w:tcPr>
          <w:p w14:paraId="6E32E48A" w14:textId="77777777" w:rsidR="00816F2C" w:rsidRPr="00916430" w:rsidRDefault="00816F2C" w:rsidP="00F3353D">
            <w:pPr>
              <w:pStyle w:val="Tabletext"/>
            </w:pPr>
          </w:p>
        </w:tc>
      </w:tr>
    </w:tbl>
    <w:p w14:paraId="5C444799" w14:textId="77777777" w:rsidR="00092BFD" w:rsidRPr="00092BFD" w:rsidRDefault="00092BFD" w:rsidP="00092BFD"/>
    <w:sectPr w:rsidR="00092BFD" w:rsidRPr="00092BFD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8178" w14:textId="77777777" w:rsidR="00092BFD" w:rsidRDefault="00092BFD" w:rsidP="008E21DE">
      <w:pPr>
        <w:spacing w:before="0" w:after="0"/>
      </w:pPr>
      <w:r>
        <w:separator/>
      </w:r>
    </w:p>
    <w:p w14:paraId="1A18C2EB" w14:textId="77777777" w:rsidR="00092BFD" w:rsidRDefault="00092BFD"/>
  </w:endnote>
  <w:endnote w:type="continuationSeparator" w:id="0">
    <w:p w14:paraId="1F4B78D8" w14:textId="77777777" w:rsidR="00092BFD" w:rsidRDefault="00092BFD" w:rsidP="008E21DE">
      <w:pPr>
        <w:spacing w:before="0" w:after="0"/>
      </w:pPr>
      <w:r>
        <w:continuationSeparator/>
      </w:r>
    </w:p>
    <w:p w14:paraId="2D67C645" w14:textId="77777777" w:rsidR="00092BFD" w:rsidRDefault="00092B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4990A" w14:textId="4081B8EB" w:rsidR="00013309" w:rsidRPr="00500DA0" w:rsidRDefault="00A01CE9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A66B9AFA6E504C97B8567FB2EE9B39F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92BFD">
          <w:rPr>
            <w:rFonts w:ascii="ArialMT" w:hAnsi="ArialMT" w:cs="ArialMT"/>
            <w:szCs w:val="16"/>
          </w:rPr>
          <w:t>Form TC07B – Part 142 listed contracted training and checking organisation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596F8" w14:textId="77777777" w:rsidR="00013309" w:rsidRDefault="00013309" w:rsidP="00013309">
    <w:pPr>
      <w:pStyle w:val="Footer"/>
    </w:pPr>
    <w:r>
      <w:t>Civil Aviation Safety Authority</w:t>
    </w:r>
  </w:p>
  <w:p w14:paraId="4A2D7EDC" w14:textId="102E831D" w:rsidR="00013309" w:rsidRDefault="00A01CE9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92BFD">
          <w:rPr>
            <w:rFonts w:ascii="ArialMT" w:hAnsi="ArialMT" w:cs="ArialMT"/>
            <w:szCs w:val="16"/>
          </w:rPr>
          <w:t>Form TC07B – Part 142 listed contracted training and checking organisation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092BFD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092BFD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E68A4CC" w14:textId="77777777" w:rsidR="00013309" w:rsidRPr="00A365CA" w:rsidRDefault="00A01CE9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BFA0C1A" wp14:editId="22AF2241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C1E52A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FA0C1A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33C1E52A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291AA" w14:textId="77777777" w:rsidR="00092BFD" w:rsidRPr="0022402E" w:rsidRDefault="00092BFD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48245399" w14:textId="77777777" w:rsidR="00092BFD" w:rsidRDefault="00092BFD" w:rsidP="008E21DE">
      <w:pPr>
        <w:spacing w:before="0" w:after="0"/>
      </w:pPr>
      <w:r>
        <w:continuationSeparator/>
      </w:r>
    </w:p>
    <w:p w14:paraId="34A7F40B" w14:textId="77777777" w:rsidR="00092BFD" w:rsidRDefault="00092B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7008D" w14:textId="77777777" w:rsidR="00DD684D" w:rsidRDefault="00DD684D" w:rsidP="00DD684D">
    <w:pPr>
      <w:pStyle w:val="Header"/>
    </w:pPr>
    <w:r>
      <w:t>ORGANISATION NAME/DETAILS</w:t>
    </w:r>
  </w:p>
  <w:p w14:paraId="7F1D09F8" w14:textId="77777777" w:rsidR="00013309" w:rsidRPr="00DD684D" w:rsidRDefault="00A01CE9" w:rsidP="006710C0">
    <w:pPr>
      <w:pStyle w:val="Header"/>
      <w:spacing w:after="120"/>
    </w:pPr>
    <w:r>
      <w:pict w14:anchorId="0C600DB2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0E3FE" w14:textId="77777777" w:rsidR="00463F67" w:rsidRDefault="00A01CE9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BFD"/>
    <w:rsid w:val="00013309"/>
    <w:rsid w:val="000249B9"/>
    <w:rsid w:val="000334E0"/>
    <w:rsid w:val="00037782"/>
    <w:rsid w:val="00061E14"/>
    <w:rsid w:val="00080615"/>
    <w:rsid w:val="00092BFD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82F8A"/>
    <w:rsid w:val="00496095"/>
    <w:rsid w:val="004A6B98"/>
    <w:rsid w:val="004B18C3"/>
    <w:rsid w:val="004B4B57"/>
    <w:rsid w:val="004B761C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1F78"/>
    <w:rsid w:val="005A368C"/>
    <w:rsid w:val="005C599A"/>
    <w:rsid w:val="00621AA4"/>
    <w:rsid w:val="00637741"/>
    <w:rsid w:val="00643763"/>
    <w:rsid w:val="0065343E"/>
    <w:rsid w:val="006710C0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16F2C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1CE9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621E2"/>
  <w15:chartTrackingRefBased/>
  <w15:docId w15:val="{BE34C8ED-998D-4F89-8EC6-892882FD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816F2C"/>
    <w:pPr>
      <w:spacing w:before="0" w:after="0"/>
    </w:pPr>
    <w:rPr>
      <w:rFonts w:ascii="Arial" w:eastAsia="Times New Roman" w:hAnsi="Arial" w:cs="Arial"/>
      <w:color w:val="000000"/>
    </w:rPr>
  </w:style>
  <w:style w:type="table" w:customStyle="1" w:styleId="SD-MOStable">
    <w:name w:val="SD - MOS table"/>
    <w:basedOn w:val="TableNormal"/>
    <w:uiPriority w:val="99"/>
    <w:rsid w:val="00816F2C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66B9AFA6E504C97B8567FB2EE9B3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B111D-2B2C-4B2D-92DF-FAF9FEDE655A}"/>
      </w:docPartPr>
      <w:docPartBody>
        <w:p w:rsidR="007E1B4E" w:rsidRDefault="007E1B4E">
          <w:pPr>
            <w:pStyle w:val="A66B9AFA6E504C97B8567FB2EE9B39F1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4E"/>
    <w:rsid w:val="00352FB1"/>
    <w:rsid w:val="004B761C"/>
    <w:rsid w:val="007E1B4E"/>
    <w:rsid w:val="00D2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66B9AFA6E504C97B8567FB2EE9B39F1">
    <w:name w:val="A66B9AFA6E504C97B8567FB2EE9B39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schemas.microsoft.com/office/2006/metadata/properties"/>
    <ds:schemaRef ds:uri="09d1133f-994b-4ec9-8bcd-76b1f6ed9a8c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147bc000-5d24-4a58-bdb3-1d507d54dc98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</TotalTime>
  <Pages>1</Pages>
  <Words>41</Words>
  <Characters>288</Characters>
  <Application>Microsoft Office Word</Application>
  <DocSecurity>0</DocSecurity>
  <Lines>36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TC07B – Part 142 listed contracted training and checking organisation record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TC07B – Part 142 listed contracted training and checking organisation record</dc:title>
  <dc:subject/>
  <dc:creator>Bartholomew, Tina</dc:creator>
  <cp:keywords/>
  <dc:description/>
  <cp:lastModifiedBy>Bartholomew, Tina</cp:lastModifiedBy>
  <cp:revision>7</cp:revision>
  <dcterms:created xsi:type="dcterms:W3CDTF">2025-11-18T01:28:00Z</dcterms:created>
  <dcterms:modified xsi:type="dcterms:W3CDTF">2025-11-25T04:44:00Z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NOS-2025-0026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